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2"/>
          <w:szCs w:val="22"/>
        </w:rPr>
      </w:pPr>
      <w:r>
        <w:rPr>
          <w:rFonts w:ascii="Helv" w:hAnsi="Helv" w:cs="Helv"/>
          <w:b/>
          <w:bCs/>
          <w:color w:val="000000"/>
          <w:sz w:val="22"/>
          <w:szCs w:val="22"/>
        </w:rPr>
        <w:t>Liebe rbb-Zuschauerinnen und -Zuschauer,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2"/>
          <w:szCs w:val="22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2"/>
          <w:szCs w:val="22"/>
        </w:rPr>
      </w:pPr>
      <w:r>
        <w:rPr>
          <w:rFonts w:ascii="Helv" w:hAnsi="Helv" w:cs="Helv"/>
          <w:b/>
          <w:bCs/>
          <w:color w:val="000000"/>
          <w:sz w:val="22"/>
          <w:szCs w:val="22"/>
        </w:rPr>
        <w:t>auf den folgenden Seiten finden Sie eine umfangreiche Zusammenstellung weiterer Wellness-Angebote in Berlin + Brandenburg, die allerdings keinen  Anspruch auf Vollständigkeit erhebt.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2"/>
          <w:szCs w:val="22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  <w:sz w:val="22"/>
          <w:szCs w:val="22"/>
        </w:rPr>
      </w:pPr>
      <w:r>
        <w:rPr>
          <w:rFonts w:ascii="Helv" w:hAnsi="Helv" w:cs="Helv"/>
          <w:color w:val="000000"/>
          <w:sz w:val="22"/>
          <w:szCs w:val="22"/>
        </w:rPr>
        <w:t>-------------------------------------------------------------------------------------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  <w:sz w:val="22"/>
          <w:szCs w:val="22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  <w:sz w:val="22"/>
          <w:szCs w:val="22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4"/>
          <w:szCs w:val="24"/>
        </w:rPr>
      </w:pPr>
      <w:r>
        <w:rPr>
          <w:rFonts w:ascii="Helv" w:hAnsi="Helv" w:cs="Helv"/>
          <w:b/>
          <w:bCs/>
          <w:color w:val="000000"/>
          <w:sz w:val="24"/>
          <w:szCs w:val="24"/>
        </w:rPr>
        <w:t>weitere Sole- und Salz-Angebote in Berlin ...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4"/>
          <w:szCs w:val="24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Stadtbezirke Berlin Mitte + Berlin Charlottenburg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http://www.saltero.de/index.php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Stadtbezirk Berlin Lichtenberg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http://www.kleine-salzwelt.de/index.php?scrollTo=content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Stadtbezirk Berlin Pankow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http://www.salzperle-berlin.de/angebote.html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Stadtbezirk Berlin Steglitz-Zehlendorf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http://www.salzgrotte-lichterfelde.de/impressum.html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4"/>
          <w:szCs w:val="24"/>
        </w:rPr>
      </w:pPr>
      <w:r>
        <w:rPr>
          <w:rFonts w:ascii="Helv" w:hAnsi="Helv" w:cs="Helv"/>
          <w:b/>
          <w:bCs/>
          <w:color w:val="000000"/>
          <w:sz w:val="24"/>
          <w:szCs w:val="24"/>
        </w:rPr>
        <w:t>Selbstverständlich gibt es auch in Brandenburg mehrere Solebäder und Salzgrotten: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4"/>
          <w:szCs w:val="24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Landkreis Potsdam-Mittelmark / Bad Belzig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http://www.steintherme.de/steintherme/DE/Wellness/Anwendungen/index.php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Landkreis Spree-Neiße / Burg / Spreewald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http://www.spreewald-therme.de/de/wellnessgalerie/packungen-und-baeder.html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Landkreis Prignitz / Bad Wilsnack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http://www.kristalltherme-bad-wilsnack.de/Saunawelt/saunawelt.php?d=Unsere Saunen&amp;id=13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Landkreis Oder-Spree / Bad Saarow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http://www.bad-saarow.de/de/bad-saarow-therme/salzoase/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---------------------------------------------------------------------------------------------------------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4"/>
          <w:szCs w:val="24"/>
        </w:rPr>
      </w:pPr>
      <w:r>
        <w:rPr>
          <w:rFonts w:ascii="Helv" w:hAnsi="Helv" w:cs="Helv"/>
          <w:b/>
          <w:bCs/>
          <w:color w:val="000000"/>
          <w:sz w:val="24"/>
          <w:szCs w:val="24"/>
        </w:rPr>
        <w:t>weitere Ayurveda- Behandlungsmöglichkeiten in Berlin / einige Beispiele: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4"/>
          <w:szCs w:val="24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Berlin Prenzlauer Berg / Husemannstr.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http://www.ayurvedazentrum-berlin.de/home.html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Berlin Prenzlauer Berg / Schwedter Str.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http://www.sonneundmond.com/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Berlin Kreuzberg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http://www.ananda-ayurveda-berlin.de/impressum.html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Berlin Reinickendorf  / Hermsdorf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http://www.ayurveda-berlin.de/1024/impress.html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Berlin Wilmersdorf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http://www.araliya-ayurveda.de/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4"/>
          <w:szCs w:val="24"/>
        </w:rPr>
      </w:pPr>
      <w:r>
        <w:rPr>
          <w:rFonts w:ascii="Helv" w:hAnsi="Helv" w:cs="Helv"/>
          <w:b/>
          <w:bCs/>
          <w:color w:val="000000"/>
          <w:sz w:val="24"/>
          <w:szCs w:val="24"/>
        </w:rPr>
        <w:t>Im Land Brandenburg bieten zahlreiche Wellness-Hotels Ayurveda an: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4"/>
          <w:szCs w:val="24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Landkreis Prignitz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http://www.schlosshotel-ruehstaedt.de/wellness-brandenburg-07-ayurveda-wellnessmassagen.html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http://www.kristalltherme-bad-wilsnack.de/Wellness/wellness.php?d=Ayurvedische Massagen&amp;id=5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Landkreis Dahme-Spreewald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http://www.hotel-residenz-motzen.de/ayurveda.html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Landkreis Potsdam_Mittelmark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http://www.resort-schwielowsee.com/spa-wellness/anwendungen/massagen/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Landkreis Oberspreewald-Lausitz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http://www.spreewelten-bad.de/sauna/wellness/</w:t>
      </w:r>
      <w:r>
        <w:rPr>
          <w:rFonts w:ascii="Helv" w:hAnsi="Helv" w:cs="Helv"/>
          <w:color w:val="000000"/>
        </w:rPr>
        <w:tab/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http://www.lausitztherme.de/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Landkreis Oder-Spree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http://www.esplanade-resort.de/wellness-hotel-brandenburg-scharmuetzelsee.html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 xml:space="preserve">http://www.gut-klostermuehle.com/ayurveda0.html 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pBdr>
          <w:bottom w:val="single" w:sz="6" w:space="1" w:color="auto"/>
        </w:pBd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4"/>
          <w:szCs w:val="24"/>
        </w:rPr>
      </w:pPr>
      <w:r>
        <w:rPr>
          <w:rFonts w:ascii="Helv" w:hAnsi="Helv" w:cs="Helv"/>
          <w:b/>
          <w:bCs/>
          <w:color w:val="000000"/>
          <w:sz w:val="24"/>
          <w:szCs w:val="24"/>
        </w:rPr>
        <w:t>Hamam in Berlin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4"/>
          <w:szCs w:val="24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das türkische Bad für Frauen   /   Berlin Kreuzberg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http://www.hamamberlin.de/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Berlin Reinickendorf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http://www.orientday.de/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 xml:space="preserve">Aspria Ku'Damm Berlin 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http://aspria-berlin.de/de/spa/massagen/aspria-hamam/hamam-das-tuerkische-ritual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4"/>
          <w:szCs w:val="24"/>
        </w:rPr>
      </w:pPr>
      <w:r>
        <w:rPr>
          <w:rFonts w:ascii="Helv" w:hAnsi="Helv" w:cs="Helv"/>
          <w:b/>
          <w:bCs/>
          <w:color w:val="000000"/>
          <w:sz w:val="24"/>
          <w:szCs w:val="24"/>
        </w:rPr>
        <w:t>Hamam in Brandenburg? Ja, u.a. hier ....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4"/>
          <w:szCs w:val="24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Landkreis Potsdam-Mittelmark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http://www.resort-schwielowsee.com/fileadmin/Downloads/Flyer_Tao_tao.pdf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Landkreis Oder-Spree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http://www.hausamsee.eu/wellness-spa/massagen/hamam-zeremonien/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Landkreis Ostprignitz-Ruppin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http://www.fontane-therme.de/die-therme/saunen/rituale/hamam-im-laconium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Landkreis Prignitz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http://www.kristalltherme-bad-wilsnack.de/Wellness/wellness.php?d=Massagen%20im%20Osman.%20Hamam&amp;id=3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Landkreis Spree-Neiße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http://www.hotel-zur-bleiche.de/de/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Landkreis Prignitz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http://www.kristalltherme-bad-wilsnack.de/Wellness/wellness.php?d=Massagen im Osman. Hamam&amp;id=3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Landkreis Elbe-Elster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http://www.wonnemar.de/bad-liebenwerda/wellness--spa/oriental-spa.html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---------------------------------------------------------------------------------------------------------------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4"/>
          <w:szCs w:val="24"/>
        </w:rPr>
      </w:pPr>
      <w:r>
        <w:rPr>
          <w:rFonts w:ascii="Helv" w:hAnsi="Helv" w:cs="Helv"/>
          <w:b/>
          <w:bCs/>
          <w:color w:val="000000"/>
          <w:sz w:val="24"/>
          <w:szCs w:val="24"/>
        </w:rPr>
        <w:t>weitere Bierbad-Angebote: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4"/>
          <w:szCs w:val="24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Landkreis Oder-Spree / Wendisch Rietz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http://www.satama-saunapark.de/gutschein-shop/spa-angebote/baeder.php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Landkreis Oder-Spree / Bad Saarow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http://www.bad-saarow.de/de/bad-saarow-therme/buchbare-angebote/angebot-18087-bierbad-einzel.html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  <w:sz w:val="24"/>
          <w:szCs w:val="24"/>
        </w:rPr>
      </w:pPr>
      <w:r>
        <w:rPr>
          <w:rFonts w:ascii="Helv" w:hAnsi="Helv" w:cs="Helv"/>
          <w:color w:val="000000"/>
          <w:sz w:val="24"/>
          <w:szCs w:val="24"/>
        </w:rPr>
        <w:t>------------------------------------------------------------------------------------------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  <w:sz w:val="24"/>
          <w:szCs w:val="24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  <w:sz w:val="24"/>
          <w:szCs w:val="24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4"/>
          <w:szCs w:val="24"/>
        </w:rPr>
      </w:pPr>
      <w:r>
        <w:rPr>
          <w:rFonts w:ascii="Helv" w:hAnsi="Helv" w:cs="Helv"/>
          <w:b/>
          <w:bCs/>
          <w:color w:val="000000"/>
          <w:sz w:val="24"/>
          <w:szCs w:val="24"/>
        </w:rPr>
        <w:t>Thermen in Brandenburg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4"/>
          <w:szCs w:val="24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Momentan gibt es in Brandenburg acht Thermen,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  <w:r>
        <w:rPr>
          <w:rFonts w:ascii="Helv" w:hAnsi="Helv" w:cs="Helv"/>
          <w:color w:val="000000"/>
        </w:rPr>
        <w:t>eine neunte wird derzeit in Werder / Havel errichtet ..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color w:val="000000"/>
        </w:rPr>
      </w:pP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in Burg / Spreewald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http://www.spreewald-therme.de/</w:t>
      </w: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Pr="000A103F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  <w:r w:rsidRPr="000A103F">
        <w:rPr>
          <w:rFonts w:ascii="Helv" w:hAnsi="Helv" w:cs="Helv"/>
          <w:b/>
          <w:bCs/>
          <w:color w:val="000000"/>
          <w:lang w:val="en-US"/>
        </w:rPr>
        <w:t>in Bad Belzig</w:t>
      </w:r>
    </w:p>
    <w:p w:rsidR="008303B8" w:rsidRPr="000A103F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  <w:r w:rsidRPr="000A103F">
        <w:rPr>
          <w:rFonts w:ascii="Helv" w:hAnsi="Helv" w:cs="Helv"/>
          <w:b/>
          <w:bCs/>
          <w:color w:val="000000"/>
          <w:lang w:val="en-US"/>
        </w:rPr>
        <w:t>http://www.steintherme.de/</w:t>
      </w:r>
    </w:p>
    <w:p w:rsidR="008303B8" w:rsidRPr="000A103F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in Luckenwalde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http://www.flaeming-therme.de/</w:t>
      </w: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in Ludwigsfelde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http://www.kristall-saunatherme-ludwigsfelde.de/</w:t>
      </w: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Pr="000A103F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  <w:r w:rsidRPr="000A103F">
        <w:rPr>
          <w:rFonts w:ascii="Helv" w:hAnsi="Helv" w:cs="Helv"/>
          <w:b/>
          <w:bCs/>
          <w:color w:val="000000"/>
          <w:lang w:val="en-US"/>
        </w:rPr>
        <w:t>in Bad Saarow</w:t>
      </w:r>
    </w:p>
    <w:p w:rsidR="008303B8" w:rsidRPr="000A103F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  <w:r w:rsidRPr="000A103F">
        <w:rPr>
          <w:rFonts w:ascii="Helv" w:hAnsi="Helv" w:cs="Helv"/>
          <w:b/>
          <w:bCs/>
          <w:color w:val="000000"/>
          <w:lang w:val="en-US"/>
        </w:rPr>
        <w:t>http://www.bad-saarow.de/de/bad-saarow-therme/saarowtherme/</w:t>
      </w:r>
    </w:p>
    <w:p w:rsidR="008303B8" w:rsidRPr="000A103F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</w:p>
    <w:p w:rsidR="008303B8" w:rsidRPr="000A103F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  <w:r w:rsidRPr="000A103F">
        <w:rPr>
          <w:rFonts w:ascii="Helv" w:hAnsi="Helv" w:cs="Helv"/>
          <w:b/>
          <w:bCs/>
          <w:color w:val="000000"/>
          <w:lang w:val="en-US"/>
        </w:rPr>
        <w:t>in Neuruppin</w:t>
      </w:r>
    </w:p>
    <w:p w:rsidR="008303B8" w:rsidRPr="000A103F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  <w:r w:rsidRPr="000A103F">
        <w:rPr>
          <w:rFonts w:ascii="Helv" w:hAnsi="Helv" w:cs="Helv"/>
          <w:b/>
          <w:bCs/>
          <w:color w:val="000000"/>
          <w:lang w:val="en-US"/>
        </w:rPr>
        <w:t>http://www.fontane-therme.de/</w:t>
      </w:r>
    </w:p>
    <w:p w:rsidR="008303B8" w:rsidRPr="000A103F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</w:p>
    <w:p w:rsidR="008303B8" w:rsidRPr="000A103F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  <w:r w:rsidRPr="000A103F">
        <w:rPr>
          <w:rFonts w:ascii="Helv" w:hAnsi="Helv" w:cs="Helv"/>
          <w:b/>
          <w:bCs/>
          <w:color w:val="000000"/>
          <w:lang w:val="en-US"/>
        </w:rPr>
        <w:t>in Templin</w:t>
      </w:r>
    </w:p>
    <w:p w:rsidR="008303B8" w:rsidRPr="000A103F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  <w:r w:rsidRPr="000A103F">
        <w:rPr>
          <w:rFonts w:ascii="Helv" w:hAnsi="Helv" w:cs="Helv"/>
          <w:b/>
          <w:bCs/>
          <w:color w:val="000000"/>
          <w:lang w:val="en-US"/>
        </w:rPr>
        <w:t>http://www.naturthermetemplin.de/</w:t>
      </w:r>
    </w:p>
    <w:p w:rsidR="008303B8" w:rsidRPr="000A103F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</w:p>
    <w:p w:rsidR="008303B8" w:rsidRPr="000A103F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  <w:r w:rsidRPr="000A103F">
        <w:rPr>
          <w:rFonts w:ascii="Helv" w:hAnsi="Helv" w:cs="Helv"/>
          <w:b/>
          <w:bCs/>
          <w:color w:val="000000"/>
          <w:lang w:val="en-US"/>
        </w:rPr>
        <w:t xml:space="preserve">in Bad Wilsnack </w:t>
      </w:r>
    </w:p>
    <w:p w:rsidR="008303B8" w:rsidRPr="000A103F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  <w:r w:rsidRPr="000A103F">
        <w:rPr>
          <w:rFonts w:ascii="Helv" w:hAnsi="Helv" w:cs="Helv"/>
          <w:b/>
          <w:bCs/>
          <w:color w:val="000000"/>
          <w:lang w:val="en-US"/>
        </w:rPr>
        <w:t>http://www.kristalltherme-bad-wilsnack.de/</w:t>
      </w:r>
    </w:p>
    <w:p w:rsidR="008303B8" w:rsidRPr="000A103F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</w:p>
    <w:p w:rsidR="008303B8" w:rsidRPr="000A103F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------------------------------------------------------------------------------------------------------------</w:t>
      </w: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4"/>
          <w:szCs w:val="24"/>
        </w:rPr>
      </w:pPr>
      <w:r>
        <w:rPr>
          <w:rFonts w:ascii="Helv" w:hAnsi="Helv" w:cs="Helv"/>
          <w:b/>
          <w:bCs/>
          <w:color w:val="000000"/>
          <w:sz w:val="24"/>
          <w:szCs w:val="24"/>
        </w:rPr>
        <w:t>Freizeit- und Erlebnisbäder im Land Brandenburg (eine Auswahl ..)</w:t>
      </w: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4"/>
          <w:szCs w:val="24"/>
        </w:rPr>
      </w:pP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  <w:sz w:val="24"/>
          <w:szCs w:val="24"/>
        </w:rPr>
      </w:pP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in Eisenhüttenstadt                / Landkreis Oder-Spree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http://www.freizeit-ehst.de/inselbad.html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in Fürstenwalde</w:t>
      </w:r>
      <w:r>
        <w:rPr>
          <w:rFonts w:ascii="Helv" w:hAnsi="Helv" w:cs="Helv"/>
          <w:b/>
          <w:bCs/>
          <w:color w:val="000000"/>
        </w:rPr>
        <w:tab/>
        <w:t xml:space="preserve">         / Landkreis Oder-Spree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http://www.schwapp.de/index.html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in Schwedt (Oder)                 / Landkreis Uckermark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http://www.aquarium-schwedt.de/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in Senftenberg                      /  Landkreis Oberspreewald Lausitz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http://erlebnisbad.senftenberg.de/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in Lübbenau</w:t>
      </w:r>
      <w:r>
        <w:rPr>
          <w:rFonts w:ascii="Helv" w:hAnsi="Helv" w:cs="Helv"/>
          <w:b/>
          <w:bCs/>
          <w:color w:val="000000"/>
        </w:rPr>
        <w:tab/>
      </w:r>
      <w:r>
        <w:rPr>
          <w:rFonts w:ascii="Helv" w:hAnsi="Helv" w:cs="Helv"/>
          <w:b/>
          <w:bCs/>
          <w:color w:val="000000"/>
        </w:rPr>
        <w:tab/>
        <w:t xml:space="preserve">         / Landkreis Oberspreewald- Lausitz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http://www.spreewelten-bad.de/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 xml:space="preserve">in Wittenberge </w:t>
      </w:r>
      <w:r>
        <w:rPr>
          <w:rFonts w:ascii="Helv" w:hAnsi="Helv" w:cs="Helv"/>
          <w:b/>
          <w:bCs/>
          <w:color w:val="000000"/>
        </w:rPr>
        <w:tab/>
        <w:t xml:space="preserve">         / Landkreis Prignitz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http://www.badewelt-wittenberge.de/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in Krausnick                         /  Landkreis Dahme-Spreewald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http://www.tropical-islands.de/de/attraktionen/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in Wildau</w:t>
      </w:r>
      <w:r>
        <w:rPr>
          <w:rFonts w:ascii="Helv" w:hAnsi="Helv" w:cs="Helv"/>
          <w:b/>
          <w:bCs/>
          <w:color w:val="000000"/>
        </w:rPr>
        <w:tab/>
      </w:r>
      <w:r>
        <w:rPr>
          <w:rFonts w:ascii="Helv" w:hAnsi="Helv" w:cs="Helv"/>
          <w:b/>
          <w:bCs/>
          <w:color w:val="000000"/>
        </w:rPr>
        <w:tab/>
        <w:t xml:space="preserve">         / Landkreis Dahme-Spreewald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http://www.wildorado.de/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in Finsterwalde                    / Landkreis Elbe-Elster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http://www.schwimmhalle-finsterwalde.de/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in Bad Liebenwerda            / Landkreis Elbe-Elster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http://www.wonnemar.de/bad-liebenwerda/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in Oranienburg</w:t>
      </w:r>
      <w:r>
        <w:rPr>
          <w:rFonts w:ascii="Helv" w:hAnsi="Helv" w:cs="Helv"/>
          <w:b/>
          <w:bCs/>
          <w:color w:val="000000"/>
        </w:rPr>
        <w:tab/>
        <w:t xml:space="preserve">         / Landkreis Oberhavel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http://www.erlebniscity.de/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Pr="00665C0F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</w:p>
    <w:p w:rsidR="008303B8" w:rsidRPr="000A103F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  <w:r w:rsidRPr="000A103F">
        <w:rPr>
          <w:rFonts w:ascii="Helv" w:hAnsi="Helv" w:cs="Helv"/>
          <w:b/>
          <w:bCs/>
          <w:color w:val="000000"/>
          <w:lang w:val="en-US"/>
        </w:rPr>
        <w:t xml:space="preserve">in </w:t>
      </w:r>
      <w:smartTag w:uri="urn:schemas-microsoft-com:office:smarttags" w:element="place">
        <w:smartTag w:uri="urn:schemas-microsoft-com:office:smarttags" w:element="City">
          <w:r w:rsidRPr="000A103F">
            <w:rPr>
              <w:rFonts w:ascii="Helv" w:hAnsi="Helv" w:cs="Helv"/>
              <w:b/>
              <w:bCs/>
              <w:color w:val="000000"/>
              <w:lang w:val="en-US"/>
            </w:rPr>
            <w:t>Cottbus</w:t>
          </w:r>
        </w:smartTag>
      </w:smartTag>
      <w:r w:rsidRPr="000A103F">
        <w:rPr>
          <w:rFonts w:ascii="Helv" w:hAnsi="Helv" w:cs="Helv"/>
          <w:b/>
          <w:bCs/>
          <w:color w:val="000000"/>
          <w:lang w:val="en-US"/>
        </w:rPr>
        <w:tab/>
        <w:t xml:space="preserve">       </w:t>
      </w:r>
    </w:p>
    <w:p w:rsidR="008303B8" w:rsidRPr="000A103F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  <w:r w:rsidRPr="000A103F">
        <w:rPr>
          <w:rFonts w:ascii="Helv" w:hAnsi="Helv" w:cs="Helv"/>
          <w:b/>
          <w:bCs/>
          <w:color w:val="000000"/>
          <w:lang w:val="en-US"/>
        </w:rPr>
        <w:t>http://www.lagune-cottbus.de/</w:t>
      </w:r>
    </w:p>
    <w:p w:rsidR="008303B8" w:rsidRPr="000A103F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US"/>
        </w:rPr>
      </w:pPr>
    </w:p>
    <w:p w:rsidR="008303B8" w:rsidRPr="00665C0F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  <w:lang w:val="en-GB"/>
        </w:rPr>
      </w:pP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bookmarkStart w:id="0" w:name="_GoBack"/>
      <w:bookmarkEnd w:id="0"/>
      <w:r>
        <w:rPr>
          <w:rFonts w:ascii="Helv" w:hAnsi="Helv" w:cs="Helv"/>
          <w:b/>
          <w:bCs/>
          <w:color w:val="000000"/>
        </w:rPr>
        <w:t>in Brandenburg / Havel</w:t>
      </w:r>
    </w:p>
    <w:p w:rsidR="008303B8" w:rsidRDefault="008303B8" w:rsidP="000A103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Helv" w:hAnsi="Helv" w:cs="Helv"/>
          <w:b/>
          <w:bCs/>
          <w:color w:val="000000"/>
        </w:rPr>
      </w:pPr>
      <w:r>
        <w:rPr>
          <w:rFonts w:ascii="Helv" w:hAnsi="Helv" w:cs="Helv"/>
          <w:b/>
          <w:bCs/>
          <w:color w:val="000000"/>
        </w:rPr>
        <w:t>http://www.marienbad-brandenburg.de/</w:t>
      </w:r>
    </w:p>
    <w:sectPr w:rsidR="008303B8" w:rsidSect="00E15055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RBB Interstate Light">
    <w:panose1 w:val="00000000000000000000"/>
    <w:charset w:val="00"/>
    <w:family w:val="auto"/>
    <w:pitch w:val="variable"/>
    <w:sig w:usb0="800000AF" w:usb1="0000004A" w:usb2="00000000" w:usb3="00000000" w:csb0="0000001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03F"/>
    <w:rsid w:val="000A103F"/>
    <w:rsid w:val="001439BB"/>
    <w:rsid w:val="001547BE"/>
    <w:rsid w:val="00175F62"/>
    <w:rsid w:val="003A4B25"/>
    <w:rsid w:val="005100DD"/>
    <w:rsid w:val="00665C0F"/>
    <w:rsid w:val="006D264C"/>
    <w:rsid w:val="00721292"/>
    <w:rsid w:val="008303B8"/>
    <w:rsid w:val="00940120"/>
    <w:rsid w:val="009E2194"/>
    <w:rsid w:val="00BA6D99"/>
    <w:rsid w:val="00C174BC"/>
    <w:rsid w:val="00D70F72"/>
    <w:rsid w:val="00E15055"/>
    <w:rsid w:val="00E9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RBB Interstate Light" w:eastAsia="RBB Interstate Light" w:hAnsi="RBB Interstate Light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292"/>
    <w:rPr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A4B25"/>
    <w:pPr>
      <w:keepNext/>
      <w:keepLines/>
      <w:spacing w:before="480"/>
      <w:outlineLvl w:val="0"/>
    </w:pPr>
    <w:rPr>
      <w:rFonts w:eastAsia="Times New Roman"/>
      <w:b/>
      <w:bCs/>
      <w:color w:val="68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A4B25"/>
    <w:rPr>
      <w:rFonts w:ascii="RBB Interstate Light" w:hAnsi="RBB Interstate Light" w:cs="Times New Roman"/>
      <w:b/>
      <w:bCs/>
      <w:color w:val="68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5</Pages>
  <Words>798</Words>
  <Characters>5032</Characters>
  <Application>Microsoft Office Outlook</Application>
  <DocSecurity>0</DocSecurity>
  <Lines>0</Lines>
  <Paragraphs>0</Paragraphs>
  <ScaleCrop>false</ScaleCrop>
  <Company>RBB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Liebe rbb-Zuschauerinnen und -Zuschauer,</dc:title>
  <dc:subject/>
  <dc:creator>Heino Giermann</dc:creator>
  <cp:keywords/>
  <dc:description/>
  <cp:lastModifiedBy>petra joswiakowski</cp:lastModifiedBy>
  <cp:revision>2</cp:revision>
  <dcterms:created xsi:type="dcterms:W3CDTF">2014-01-29T15:23:00Z</dcterms:created>
  <dcterms:modified xsi:type="dcterms:W3CDTF">2014-01-29T15:23:00Z</dcterms:modified>
</cp:coreProperties>
</file>